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0027">
        <w:rPr>
          <w:rFonts w:ascii="Corbel" w:hAnsi="Corbel"/>
          <w:i/>
          <w:smallCaps/>
          <w:sz w:val="24"/>
          <w:szCs w:val="24"/>
        </w:rPr>
        <w:t xml:space="preserve"> </w:t>
      </w:r>
      <w:r w:rsidR="00311CD8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00027">
        <w:rPr>
          <w:rFonts w:ascii="Corbel" w:hAnsi="Corbel"/>
          <w:sz w:val="20"/>
          <w:szCs w:val="20"/>
        </w:rPr>
        <w:t>202</w:t>
      </w:r>
      <w:r w:rsidR="00311CD8">
        <w:rPr>
          <w:rFonts w:ascii="Corbel" w:hAnsi="Corbel"/>
          <w:sz w:val="20"/>
          <w:szCs w:val="20"/>
        </w:rPr>
        <w:t>2</w:t>
      </w:r>
      <w:r w:rsidR="00000027">
        <w:rPr>
          <w:rFonts w:ascii="Corbel" w:hAnsi="Corbel"/>
          <w:sz w:val="20"/>
          <w:szCs w:val="20"/>
        </w:rPr>
        <w:t>/202</w:t>
      </w:r>
      <w:r w:rsidR="00311CD8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  <w:r w:rsidR="00AA7F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9286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73AC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7774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7774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A7F47" w:rsidRDefault="00E22FBC" w:rsidP="00AA7F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92864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8E0F11" w:rsidRDefault="008E0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5BF4" w:rsidP="00C173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i kultury plastycznej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77419" w:rsidRPr="00C05F44" w:rsidRDefault="0077741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45BF4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 wybranymi zagadnieniami z obszaru teorii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plastyki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kultury plastycznej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4153A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wiedzę i umiejętności warsztatu plastycznego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892D2F" w:rsidRDefault="00892D2F" w:rsidP="00892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 Funkcje sztuki i twórczości artystycznej.</w:t>
            </w:r>
          </w:p>
        </w:tc>
      </w:tr>
      <w:tr w:rsidR="00892D2F" w:rsidRPr="009C54AE" w:rsidTr="00FC1B03">
        <w:trPr>
          <w:trHeight w:val="193"/>
        </w:trPr>
        <w:tc>
          <w:tcPr>
            <w:tcW w:w="9639" w:type="dxa"/>
          </w:tcPr>
          <w:p w:rsidR="00892D2F" w:rsidRPr="00FC1B03" w:rsidRDefault="00892D2F" w:rsidP="00971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573A">
              <w:rPr>
                <w:rFonts w:ascii="Corbel" w:hAnsi="Corbel"/>
                <w:sz w:val="24"/>
                <w:szCs w:val="24"/>
              </w:rPr>
              <w:lastRenderedPageBreak/>
              <w:t>kryteria wartościowania dzieł sztuki.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5A41C2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Wiedza o formie plastycznej. </w:t>
            </w:r>
            <w:r w:rsidR="00892D2F">
              <w:rPr>
                <w:rFonts w:ascii="Corbel" w:hAnsi="Corbel"/>
                <w:sz w:val="24"/>
                <w:szCs w:val="24"/>
              </w:rPr>
              <w:t>Podstawowe problemy plastyczne.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02573A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formalna dzieła sztuki (organizacja elementów plastycznych</w:t>
            </w:r>
            <w:r w:rsidR="0002573A">
              <w:rPr>
                <w:rFonts w:ascii="Corbel" w:hAnsi="Corbel"/>
                <w:sz w:val="24"/>
                <w:szCs w:val="24"/>
              </w:rPr>
              <w:t>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5A41C2" w:rsidP="00F1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plastyczne (światło, barwa, linia, bryła, faktura, przestrzeń, ruch) </w:t>
            </w:r>
            <w:r w:rsidR="0002573A">
              <w:rPr>
                <w:rFonts w:ascii="Corbel" w:hAnsi="Corbel"/>
                <w:sz w:val="24"/>
                <w:szCs w:val="24"/>
              </w:rPr>
              <w:t>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2573A" w:rsidRDefault="0002573A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</w:t>
            </w:r>
            <w:r w:rsidR="005A4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1C2" w:rsidRPr="009C54AE" w:rsidTr="00923D7D">
        <w:tc>
          <w:tcPr>
            <w:tcW w:w="9639" w:type="dxa"/>
          </w:tcPr>
          <w:p w:rsidR="005A41C2" w:rsidRPr="0002573A" w:rsidRDefault="005A41C2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AA7F47" w:rsidRDefault="00AA7F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777419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777419" w:rsidRDefault="00110A91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777419" w:rsidRDefault="00777419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777419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5A41C2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poprawne wykonanie wszystkich ćwiczeń praktycznych, aktywność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podczas zajęć.</w:t>
            </w:r>
          </w:p>
        </w:tc>
      </w:tr>
    </w:tbl>
    <w:p w:rsidR="00AA7F47" w:rsidRPr="009C54AE" w:rsidRDefault="00AA7F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74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E0F11" w:rsidRPr="009C54AE" w:rsidRDefault="008E0F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11" w:rsidRPr="009C54AE" w:rsidRDefault="008E0F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A41C2" w:rsidRP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7E0EB6" w:rsidRPr="009C54AE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</w:t>
            </w:r>
            <w:r w:rsidR="007774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zne powielane i odbijane, WSiP, 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1992.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Pr="00D353AF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9C54AE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62D" w:rsidRDefault="0085062D" w:rsidP="00C16ABF">
      <w:pPr>
        <w:spacing w:after="0" w:line="240" w:lineRule="auto"/>
      </w:pPr>
      <w:r>
        <w:separator/>
      </w:r>
    </w:p>
  </w:endnote>
  <w:endnote w:type="continuationSeparator" w:id="0">
    <w:p w:rsidR="0085062D" w:rsidRDefault="008506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62D" w:rsidRDefault="0085062D" w:rsidP="00C16ABF">
      <w:pPr>
        <w:spacing w:after="0" w:line="240" w:lineRule="auto"/>
      </w:pPr>
      <w:r>
        <w:separator/>
      </w:r>
    </w:p>
  </w:footnote>
  <w:footnote w:type="continuationSeparator" w:id="0">
    <w:p w:rsidR="0085062D" w:rsidRDefault="008506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027"/>
    <w:rsid w:val="000048FD"/>
    <w:rsid w:val="000077B4"/>
    <w:rsid w:val="00015B8F"/>
    <w:rsid w:val="00022ECE"/>
    <w:rsid w:val="0002573A"/>
    <w:rsid w:val="00026BA7"/>
    <w:rsid w:val="00034C8C"/>
    <w:rsid w:val="00042A51"/>
    <w:rsid w:val="00042D2E"/>
    <w:rsid w:val="00044C82"/>
    <w:rsid w:val="00070ED6"/>
    <w:rsid w:val="0007344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76"/>
    <w:rsid w:val="00176083"/>
    <w:rsid w:val="001770C7"/>
    <w:rsid w:val="0018378A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EA"/>
    <w:rsid w:val="002D73D4"/>
    <w:rsid w:val="002E7EC1"/>
    <w:rsid w:val="002F02A3"/>
    <w:rsid w:val="002F4ABE"/>
    <w:rsid w:val="003018BA"/>
    <w:rsid w:val="0030395F"/>
    <w:rsid w:val="00305C92"/>
    <w:rsid w:val="00311CD8"/>
    <w:rsid w:val="003151C5"/>
    <w:rsid w:val="003328CC"/>
    <w:rsid w:val="003343CF"/>
    <w:rsid w:val="00336C0C"/>
    <w:rsid w:val="00346FE9"/>
    <w:rsid w:val="0034759A"/>
    <w:rsid w:val="003503F6"/>
    <w:rsid w:val="003530DD"/>
    <w:rsid w:val="00363F78"/>
    <w:rsid w:val="00381F87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00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2864"/>
    <w:rsid w:val="0059484D"/>
    <w:rsid w:val="005A0855"/>
    <w:rsid w:val="005A3196"/>
    <w:rsid w:val="005A41C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8DD"/>
    <w:rsid w:val="00647FA8"/>
    <w:rsid w:val="00650C5F"/>
    <w:rsid w:val="00654934"/>
    <w:rsid w:val="006620D9"/>
    <w:rsid w:val="00671958"/>
    <w:rsid w:val="00675843"/>
    <w:rsid w:val="006805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5"/>
    <w:rsid w:val="00763BF1"/>
    <w:rsid w:val="00766FD4"/>
    <w:rsid w:val="0077741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E62AA"/>
    <w:rsid w:val="007F1652"/>
    <w:rsid w:val="007F4155"/>
    <w:rsid w:val="0081554D"/>
    <w:rsid w:val="0081707E"/>
    <w:rsid w:val="008449B3"/>
    <w:rsid w:val="0085062D"/>
    <w:rsid w:val="0085747A"/>
    <w:rsid w:val="00884922"/>
    <w:rsid w:val="00885F64"/>
    <w:rsid w:val="008917F9"/>
    <w:rsid w:val="00892D2F"/>
    <w:rsid w:val="008A45F7"/>
    <w:rsid w:val="008C0CC0"/>
    <w:rsid w:val="008C19A9"/>
    <w:rsid w:val="008C379D"/>
    <w:rsid w:val="008C5147"/>
    <w:rsid w:val="008C5359"/>
    <w:rsid w:val="008C5363"/>
    <w:rsid w:val="008D3DFB"/>
    <w:rsid w:val="008E0F11"/>
    <w:rsid w:val="008E64F4"/>
    <w:rsid w:val="008F12C9"/>
    <w:rsid w:val="008F6E29"/>
    <w:rsid w:val="00916188"/>
    <w:rsid w:val="00923C83"/>
    <w:rsid w:val="00923D7D"/>
    <w:rsid w:val="00930A2C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A7F4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173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9DC"/>
    <w:rsid w:val="00D17C3C"/>
    <w:rsid w:val="00D26B2C"/>
    <w:rsid w:val="00D352C9"/>
    <w:rsid w:val="00D353AF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2278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B0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8263"/>
  <w15:docId w15:val="{EBEECD7A-40BE-4B11-8F90-D6C8AEF8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EF479-AD24-4560-928D-AA97D8F5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113</TotalTime>
  <Pages>1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2019-10-31T11:55:00Z</dcterms:created>
  <dcterms:modified xsi:type="dcterms:W3CDTF">2022-03-11T12:54:00Z</dcterms:modified>
</cp:coreProperties>
</file>